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AEE7F" w14:textId="103134B3" w:rsidR="00730E4D" w:rsidRDefault="00730E4D" w:rsidP="00883AFD">
      <w:pPr>
        <w:tabs>
          <w:tab w:val="left" w:pos="5384"/>
        </w:tabs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Theme="minorHAnsi" w:hAnsiTheme="minorHAnsi"/>
          <w:sz w:val="24"/>
          <w:szCs w:val="24"/>
          <w:lang w:eastAsia="it-IT"/>
        </w:rPr>
      </w:pPr>
    </w:p>
    <w:p w14:paraId="61FBAB29" w14:textId="0EBE4230" w:rsidR="00730E4D" w:rsidRDefault="00730E4D">
      <w:pPr>
        <w:spacing w:after="0" w:line="240" w:lineRule="auto"/>
        <w:rPr>
          <w:rFonts w:asciiTheme="minorHAnsi" w:hAnsiTheme="minorHAnsi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30E4D" w:rsidRPr="005D6AD7" w14:paraId="2CA5A726" w14:textId="77777777" w:rsidTr="007963D7">
        <w:tc>
          <w:tcPr>
            <w:tcW w:w="9779" w:type="dxa"/>
          </w:tcPr>
          <w:p w14:paraId="681127F3" w14:textId="77777777" w:rsidR="00730E4D" w:rsidRPr="005D6AD7" w:rsidRDefault="00730E4D" w:rsidP="007963D7">
            <w:pPr>
              <w:jc w:val="center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7536751C" w14:textId="77777777" w:rsidR="00730E4D" w:rsidRPr="005D6AD7" w:rsidRDefault="00730E4D" w:rsidP="007963D7">
            <w:pPr>
              <w:jc w:val="center"/>
              <w:rPr>
                <w:b/>
                <w:bCs/>
                <w:color w:val="010202"/>
                <w:szCs w:val="24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</w:p>
          <w:p w14:paraId="00FE08D6" w14:textId="77777777" w:rsidR="00730E4D" w:rsidRPr="005D6AD7" w:rsidRDefault="00730E4D" w:rsidP="007963D7">
            <w:pPr>
              <w:jc w:val="center"/>
              <w:rPr>
                <w:sz w:val="36"/>
                <w:szCs w:val="36"/>
              </w:rPr>
            </w:pPr>
            <w:r w:rsidRPr="005D6AD7">
              <w:rPr>
                <w:b/>
                <w:bCs/>
                <w:color w:val="010202"/>
                <w:szCs w:val="24"/>
              </w:rPr>
              <w:t>STUDENTI E STUDENTESSE ARBITRI CALCIO</w:t>
            </w:r>
            <w:r>
              <w:rPr>
                <w:b/>
                <w:bCs/>
                <w:color w:val="010202"/>
                <w:szCs w:val="24"/>
              </w:rPr>
              <w:t xml:space="preserve"> </w:t>
            </w:r>
          </w:p>
        </w:tc>
      </w:tr>
      <w:tr w:rsidR="00730E4D" w:rsidRPr="005D6AD7" w14:paraId="459B2ACF" w14:textId="77777777" w:rsidTr="007963D7">
        <w:tc>
          <w:tcPr>
            <w:tcW w:w="9779" w:type="dxa"/>
          </w:tcPr>
          <w:p w14:paraId="6A0A397D" w14:textId="77777777" w:rsidR="00730E4D" w:rsidRDefault="00730E4D" w:rsidP="007963D7">
            <w:pPr>
              <w:jc w:val="center"/>
              <w:rPr>
                <w:b/>
                <w:bCs/>
                <w:szCs w:val="24"/>
              </w:rPr>
            </w:pPr>
          </w:p>
          <w:p w14:paraId="00793963" w14:textId="63327F93" w:rsidR="00730E4D" w:rsidRPr="005D6AD7" w:rsidRDefault="00730E4D" w:rsidP="00730E4D">
            <w:pPr>
              <w:jc w:val="center"/>
              <w:rPr>
                <w:sz w:val="36"/>
                <w:szCs w:val="36"/>
              </w:rPr>
            </w:pPr>
            <w:r w:rsidRPr="006D2AC4">
              <w:rPr>
                <w:b/>
                <w:bCs/>
                <w:sz w:val="28"/>
                <w:szCs w:val="28"/>
              </w:rPr>
              <w:t xml:space="preserve">SEZIONE DI  </w:t>
            </w:r>
            <w:r w:rsidR="00AB2122">
              <w:rPr>
                <w:b/>
                <w:bCs/>
                <w:sz w:val="28"/>
                <w:szCs w:val="28"/>
                <w:u w:val="single"/>
              </w:rPr>
              <w:t>PESARO</w:t>
            </w:r>
          </w:p>
        </w:tc>
      </w:tr>
      <w:tr w:rsidR="00730E4D" w:rsidRPr="005D6AD7" w14:paraId="76C6BE32" w14:textId="77777777" w:rsidTr="007963D7">
        <w:tc>
          <w:tcPr>
            <w:tcW w:w="9779" w:type="dxa"/>
          </w:tcPr>
          <w:p w14:paraId="6CC6289B" w14:textId="77777777" w:rsidR="00730E4D" w:rsidRDefault="00730E4D" w:rsidP="007963D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0910ACB6" w14:textId="77777777" w:rsidR="00730E4D" w:rsidRPr="006D2AC4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Il/la  sottoscritto/a ………………………………………………</w:t>
            </w:r>
            <w:r>
              <w:rPr>
                <w:szCs w:val="24"/>
              </w:rPr>
              <w:t>…………………………………..</w:t>
            </w:r>
          </w:p>
          <w:p w14:paraId="284A9E8C" w14:textId="77777777" w:rsidR="00730E4D" w:rsidRPr="006D2AC4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………………………………….</w:t>
            </w:r>
          </w:p>
          <w:p w14:paraId="16510046" w14:textId="77777777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>
              <w:rPr>
                <w:szCs w:val="24"/>
              </w:rPr>
              <w:t>………………………………….</w:t>
            </w:r>
            <w:r w:rsidRPr="006D2AC4">
              <w:rPr>
                <w:szCs w:val="24"/>
              </w:rPr>
              <w:t>.</w:t>
            </w:r>
          </w:p>
          <w:p w14:paraId="35F90A18" w14:textId="77777777" w:rsidR="00730E4D" w:rsidRPr="006D2AC4" w:rsidRDefault="00730E4D" w:rsidP="007963D7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  <w:p w14:paraId="10A569A5" w14:textId="77777777" w:rsidR="00730E4D" w:rsidRPr="006D2AC4" w:rsidRDefault="00730E4D" w:rsidP="007963D7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2042C2BE" w14:textId="5FC9411A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Di essere iscritto al Corso di formazione “Arbitri di calcio”</w:t>
            </w:r>
            <w:r>
              <w:rPr>
                <w:szCs w:val="24"/>
              </w:rPr>
              <w:t xml:space="preserve"> che si terrà p</w:t>
            </w:r>
            <w:r w:rsidR="00273E56">
              <w:rPr>
                <w:szCs w:val="24"/>
              </w:rPr>
              <w:t>resso la SEZIONE DI PESARO a partire dal mese di</w:t>
            </w:r>
            <w:r w:rsidR="004B12BE">
              <w:rPr>
                <w:szCs w:val="24"/>
              </w:rPr>
              <w:t xml:space="preserve"> Novembre</w:t>
            </w:r>
            <w:r w:rsidR="00147B9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2020. </w:t>
            </w:r>
          </w:p>
          <w:p w14:paraId="249C71CC" w14:textId="77777777" w:rsidR="00730E4D" w:rsidRPr="006D2AC4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Luogo, data</w:t>
            </w:r>
          </w:p>
          <w:p w14:paraId="0B166FAC" w14:textId="3C35A5C0" w:rsidR="00730E4D" w:rsidRP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_________________, __/__/______</w:t>
            </w:r>
          </w:p>
        </w:tc>
      </w:tr>
      <w:tr w:rsidR="00730E4D" w:rsidRPr="005D6AD7" w14:paraId="33044DE1" w14:textId="77777777" w:rsidTr="007963D7">
        <w:tc>
          <w:tcPr>
            <w:tcW w:w="9779" w:type="dxa"/>
          </w:tcPr>
          <w:p w14:paraId="417B8484" w14:textId="77777777" w:rsidR="00730E4D" w:rsidRDefault="00730E4D" w:rsidP="007963D7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14:paraId="3A979BA3" w14:textId="77777777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42A44553" w14:textId="49C0E6BC" w:rsidR="00730E4D" w:rsidRPr="00730E4D" w:rsidRDefault="00730E4D" w:rsidP="007963D7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________________________                                                      ___________________________                                                       </w:t>
            </w:r>
          </w:p>
        </w:tc>
      </w:tr>
    </w:tbl>
    <w:p w14:paraId="472C8A94" w14:textId="204DB69B" w:rsidR="00730E4D" w:rsidRPr="00730E4D" w:rsidRDefault="00730E4D" w:rsidP="00730E4D">
      <w:pPr>
        <w:spacing w:after="0" w:line="240" w:lineRule="auto"/>
        <w:rPr>
          <w:b/>
          <w:bCs/>
          <w:color w:val="010202"/>
        </w:rPr>
      </w:pPr>
      <w:r w:rsidRPr="00730E4D">
        <w:rPr>
          <w:b/>
          <w:bCs/>
          <w:color w:val="010202"/>
        </w:rPr>
        <w:t xml:space="preserve">Da inviare </w:t>
      </w:r>
      <w:r w:rsidR="003E53BB">
        <w:rPr>
          <w:b/>
          <w:bCs/>
          <w:color w:val="010202"/>
        </w:rPr>
        <w:t>entro il 31/10/</w:t>
      </w:r>
      <w:r>
        <w:rPr>
          <w:b/>
          <w:bCs/>
          <w:color w:val="010202"/>
        </w:rPr>
        <w:t xml:space="preserve"> 2020</w:t>
      </w:r>
      <w:r w:rsidRPr="00730E4D">
        <w:rPr>
          <w:b/>
          <w:bCs/>
          <w:color w:val="010202"/>
        </w:rPr>
        <w:t xml:space="preserve"> a:</w:t>
      </w:r>
    </w:p>
    <w:p w14:paraId="5B078D1F" w14:textId="0E1CA9D2" w:rsidR="00273E56" w:rsidRPr="006D2AC4" w:rsidRDefault="00147B95" w:rsidP="00730E4D">
      <w:pPr>
        <w:spacing w:after="0" w:line="240" w:lineRule="auto"/>
        <w:rPr>
          <w:color w:val="010202"/>
          <w:sz w:val="28"/>
          <w:szCs w:val="28"/>
        </w:rPr>
      </w:pPr>
      <w:hyperlink r:id="rId11" w:history="1">
        <w:r w:rsidR="00730E4D" w:rsidRPr="000E77FA">
          <w:rPr>
            <w:rStyle w:val="Collegamentoipertestuale"/>
          </w:rPr>
          <w:t>edfisicamarche@istruzione.it</w:t>
        </w:r>
      </w:hyperlink>
      <w:r w:rsidR="00730E4D">
        <w:t xml:space="preserve"> </w:t>
      </w:r>
      <w:r w:rsidR="00730E4D" w:rsidRPr="00730E4D">
        <w:rPr>
          <w:rStyle w:val="Collegamentoipertestuale"/>
          <w:u w:val="none"/>
        </w:rPr>
        <w:t xml:space="preserve">; </w:t>
      </w:r>
      <w:hyperlink r:id="rId12" w:history="1">
        <w:r w:rsidR="00AB2122" w:rsidRPr="0076640B">
          <w:rPr>
            <w:rStyle w:val="Collegamentoipertestuale"/>
          </w:rPr>
          <w:t>pesaro@aia-figc.it</w:t>
        </w:r>
      </w:hyperlink>
      <w:r w:rsidR="00730E4D" w:rsidRPr="006D2AC4">
        <w:rPr>
          <w:color w:val="010202"/>
          <w:sz w:val="28"/>
          <w:szCs w:val="28"/>
        </w:rPr>
        <w:t xml:space="preserve"> </w:t>
      </w:r>
    </w:p>
    <w:sectPr w:rsidR="00273E56" w:rsidRPr="006D2AC4" w:rsidSect="00AA4361">
      <w:headerReference w:type="default" r:id="rId13"/>
      <w:footerReference w:type="default" r:id="rId14"/>
      <w:pgSz w:w="11907" w:h="16840"/>
      <w:pgMar w:top="1134" w:right="1134" w:bottom="709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08ABC" w14:textId="77777777" w:rsidR="003C205D" w:rsidRDefault="003C205D">
      <w:r>
        <w:separator/>
      </w:r>
    </w:p>
  </w:endnote>
  <w:endnote w:type="continuationSeparator" w:id="0">
    <w:p w14:paraId="540385B5" w14:textId="77777777" w:rsidR="003C205D" w:rsidRDefault="003C205D">
      <w:r>
        <w:continuationSeparator/>
      </w:r>
    </w:p>
  </w:endnote>
  <w:endnote w:type="continuationNotice" w:id="1">
    <w:p w14:paraId="32E11766" w14:textId="77777777" w:rsidR="003C205D" w:rsidRDefault="003C20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B8F09" w14:textId="15A316E4" w:rsidR="0067373C" w:rsidRDefault="00FA6BAD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proofErr w:type="spellStart"/>
    <w:r w:rsidRPr="00FA6BAD">
      <w:rPr>
        <w:rFonts w:asciiTheme="minorHAnsi" w:hAnsiTheme="minorHAnsi"/>
        <w:iCs/>
        <w:color w:val="auto"/>
        <w:sz w:val="18"/>
        <w:szCs w:val="18"/>
      </w:rPr>
      <w:t>Modello_Iscrizione_Corso_Arbitri_Calcio_Pesaro</w:t>
    </w:r>
    <w:proofErr w:type="spellEnd"/>
  </w:p>
  <w:p w14:paraId="79A5BAC2" w14:textId="361AE4C0" w:rsidR="00CF01A2" w:rsidRPr="0063515F" w:rsidRDefault="0063515F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5BE874D1" w14:textId="77777777" w:rsidR="00670B72" w:rsidRDefault="001B6682" w:rsidP="001B6682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7FD66BDC" w14:textId="77777777" w:rsidR="00670B72" w:rsidRDefault="00670B72" w:rsidP="006D24A4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5FF4D360" w14:textId="77777777" w:rsidR="00670B72" w:rsidRPr="00551CAC" w:rsidRDefault="00670B72" w:rsidP="006D24A4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3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4E5DFED6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07064657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16C52EFB" w14:textId="77777777" w:rsidR="00670B72" w:rsidRPr="006D24A4" w:rsidRDefault="00670B72" w:rsidP="006D24A4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4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5D860" w14:textId="77777777" w:rsidR="003C205D" w:rsidRDefault="003C205D">
      <w:r>
        <w:separator/>
      </w:r>
    </w:p>
  </w:footnote>
  <w:footnote w:type="continuationSeparator" w:id="0">
    <w:p w14:paraId="7B10EDCA" w14:textId="77777777" w:rsidR="003C205D" w:rsidRDefault="003C205D">
      <w:r>
        <w:continuationSeparator/>
      </w:r>
    </w:p>
  </w:footnote>
  <w:footnote w:type="continuationNotice" w:id="1">
    <w:p w14:paraId="56628900" w14:textId="77777777" w:rsidR="003C205D" w:rsidRDefault="003C20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01A8D" w14:textId="77777777" w:rsidR="00670B72" w:rsidRDefault="5186483A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55DBB06" wp14:editId="5186483A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A79F6A" w14:textId="77777777"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059B79A8" w14:textId="77777777"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96D4D5" w14:textId="77777777"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0D6FCF11" w14:textId="77777777"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0DA10B76"/>
    <w:multiLevelType w:val="hybridMultilevel"/>
    <w:tmpl w:val="CD04C0C8"/>
    <w:lvl w:ilvl="0" w:tplc="8C5E69EA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71F1C"/>
    <w:multiLevelType w:val="hybridMultilevel"/>
    <w:tmpl w:val="30F45770"/>
    <w:lvl w:ilvl="0" w:tplc="386C11C0">
      <w:numFmt w:val="bullet"/>
      <w:lvlText w:val="-"/>
      <w:lvlJc w:val="left"/>
      <w:pPr>
        <w:ind w:left="17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" w15:restartNumberingAfterBreak="0">
    <w:nsid w:val="0E550200"/>
    <w:multiLevelType w:val="hybridMultilevel"/>
    <w:tmpl w:val="A51E1E54"/>
    <w:lvl w:ilvl="0" w:tplc="C9E614E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1A10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C80DE3"/>
    <w:multiLevelType w:val="hybridMultilevel"/>
    <w:tmpl w:val="F1285608"/>
    <w:lvl w:ilvl="0" w:tplc="DF4867C8">
      <w:start w:val="1"/>
      <w:numFmt w:val="lowerLetter"/>
      <w:lvlText w:val="%1."/>
      <w:lvlJc w:val="left"/>
      <w:pPr>
        <w:ind w:left="720" w:hanging="360"/>
      </w:pPr>
    </w:lvl>
    <w:lvl w:ilvl="1" w:tplc="E35612E0">
      <w:start w:val="1"/>
      <w:numFmt w:val="lowerLetter"/>
      <w:lvlText w:val="%2."/>
      <w:lvlJc w:val="left"/>
      <w:pPr>
        <w:ind w:left="1440" w:hanging="360"/>
      </w:pPr>
    </w:lvl>
    <w:lvl w:ilvl="2" w:tplc="64DA7840">
      <w:start w:val="1"/>
      <w:numFmt w:val="lowerRoman"/>
      <w:lvlText w:val="%3."/>
      <w:lvlJc w:val="right"/>
      <w:pPr>
        <w:ind w:left="2160" w:hanging="180"/>
      </w:pPr>
    </w:lvl>
    <w:lvl w:ilvl="3" w:tplc="BCAC94D0">
      <w:start w:val="1"/>
      <w:numFmt w:val="decimal"/>
      <w:lvlText w:val="%4."/>
      <w:lvlJc w:val="left"/>
      <w:pPr>
        <w:ind w:left="2880" w:hanging="360"/>
      </w:pPr>
    </w:lvl>
    <w:lvl w:ilvl="4" w:tplc="5B3EC8DE">
      <w:start w:val="1"/>
      <w:numFmt w:val="lowerLetter"/>
      <w:lvlText w:val="%5."/>
      <w:lvlJc w:val="left"/>
      <w:pPr>
        <w:ind w:left="3600" w:hanging="360"/>
      </w:pPr>
    </w:lvl>
    <w:lvl w:ilvl="5" w:tplc="91ECA9E0">
      <w:start w:val="1"/>
      <w:numFmt w:val="lowerRoman"/>
      <w:lvlText w:val="%6."/>
      <w:lvlJc w:val="right"/>
      <w:pPr>
        <w:ind w:left="4320" w:hanging="180"/>
      </w:pPr>
    </w:lvl>
    <w:lvl w:ilvl="6" w:tplc="7FD472F2">
      <w:start w:val="1"/>
      <w:numFmt w:val="decimal"/>
      <w:lvlText w:val="%7."/>
      <w:lvlJc w:val="left"/>
      <w:pPr>
        <w:ind w:left="5040" w:hanging="360"/>
      </w:pPr>
    </w:lvl>
    <w:lvl w:ilvl="7" w:tplc="0F04889E">
      <w:start w:val="1"/>
      <w:numFmt w:val="lowerLetter"/>
      <w:lvlText w:val="%8."/>
      <w:lvlJc w:val="left"/>
      <w:pPr>
        <w:ind w:left="5760" w:hanging="360"/>
      </w:pPr>
    </w:lvl>
    <w:lvl w:ilvl="8" w:tplc="B78C121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9394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650131"/>
    <w:multiLevelType w:val="hybridMultilevel"/>
    <w:tmpl w:val="A55A14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E6812"/>
    <w:multiLevelType w:val="hybridMultilevel"/>
    <w:tmpl w:val="7F92824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4BE40DA"/>
    <w:multiLevelType w:val="hybridMultilevel"/>
    <w:tmpl w:val="FFFFFFFF"/>
    <w:lvl w:ilvl="0" w:tplc="761EC2D2">
      <w:start w:val="1"/>
      <w:numFmt w:val="decimal"/>
      <w:lvlText w:val="%1."/>
      <w:lvlJc w:val="left"/>
      <w:pPr>
        <w:ind w:left="720" w:hanging="360"/>
      </w:pPr>
    </w:lvl>
    <w:lvl w:ilvl="1" w:tplc="A1A008C4">
      <w:start w:val="1"/>
      <w:numFmt w:val="lowerLetter"/>
      <w:lvlText w:val="%2."/>
      <w:lvlJc w:val="left"/>
      <w:pPr>
        <w:ind w:left="1440" w:hanging="360"/>
      </w:pPr>
    </w:lvl>
    <w:lvl w:ilvl="2" w:tplc="BB4E50A4">
      <w:start w:val="1"/>
      <w:numFmt w:val="lowerRoman"/>
      <w:lvlText w:val="%3."/>
      <w:lvlJc w:val="right"/>
      <w:pPr>
        <w:ind w:left="2160" w:hanging="180"/>
      </w:pPr>
    </w:lvl>
    <w:lvl w:ilvl="3" w:tplc="F3F2437E">
      <w:start w:val="1"/>
      <w:numFmt w:val="decimal"/>
      <w:lvlText w:val="%4."/>
      <w:lvlJc w:val="left"/>
      <w:pPr>
        <w:ind w:left="2880" w:hanging="360"/>
      </w:pPr>
    </w:lvl>
    <w:lvl w:ilvl="4" w:tplc="9F5046BE">
      <w:start w:val="1"/>
      <w:numFmt w:val="lowerLetter"/>
      <w:lvlText w:val="%5."/>
      <w:lvlJc w:val="left"/>
      <w:pPr>
        <w:ind w:left="3600" w:hanging="360"/>
      </w:pPr>
    </w:lvl>
    <w:lvl w:ilvl="5" w:tplc="73C005DC">
      <w:start w:val="1"/>
      <w:numFmt w:val="lowerRoman"/>
      <w:lvlText w:val="%6."/>
      <w:lvlJc w:val="right"/>
      <w:pPr>
        <w:ind w:left="4320" w:hanging="180"/>
      </w:pPr>
    </w:lvl>
    <w:lvl w:ilvl="6" w:tplc="26DE80BA">
      <w:start w:val="1"/>
      <w:numFmt w:val="decimal"/>
      <w:lvlText w:val="%7."/>
      <w:lvlJc w:val="left"/>
      <w:pPr>
        <w:ind w:left="5040" w:hanging="360"/>
      </w:pPr>
    </w:lvl>
    <w:lvl w:ilvl="7" w:tplc="D1507E7E">
      <w:start w:val="1"/>
      <w:numFmt w:val="lowerLetter"/>
      <w:lvlText w:val="%8."/>
      <w:lvlJc w:val="left"/>
      <w:pPr>
        <w:ind w:left="5760" w:hanging="360"/>
      </w:pPr>
    </w:lvl>
    <w:lvl w:ilvl="8" w:tplc="0D42F02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20D63"/>
    <w:multiLevelType w:val="hybridMultilevel"/>
    <w:tmpl w:val="42BC9312"/>
    <w:lvl w:ilvl="0" w:tplc="6066B666">
      <w:start w:val="1"/>
      <w:numFmt w:val="decimal"/>
      <w:lvlText w:val="%1."/>
      <w:lvlJc w:val="left"/>
      <w:pPr>
        <w:ind w:left="720" w:hanging="360"/>
      </w:pPr>
    </w:lvl>
    <w:lvl w:ilvl="1" w:tplc="12582C7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3AC9D08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70425DA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61628F8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CEDB86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4345610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57CC7B2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4A0944E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8945DD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BF4675"/>
    <w:multiLevelType w:val="hybridMultilevel"/>
    <w:tmpl w:val="FFFFFFFF"/>
    <w:lvl w:ilvl="0" w:tplc="6A5E0D30">
      <w:start w:val="1"/>
      <w:numFmt w:val="decimal"/>
      <w:lvlText w:val="%1."/>
      <w:lvlJc w:val="left"/>
      <w:pPr>
        <w:ind w:left="720" w:hanging="360"/>
      </w:pPr>
    </w:lvl>
    <w:lvl w:ilvl="1" w:tplc="651AF8D2">
      <w:start w:val="1"/>
      <w:numFmt w:val="lowerLetter"/>
      <w:lvlText w:val="%2."/>
      <w:lvlJc w:val="left"/>
      <w:pPr>
        <w:ind w:left="1440" w:hanging="360"/>
      </w:pPr>
    </w:lvl>
    <w:lvl w:ilvl="2" w:tplc="3BEAE654">
      <w:start w:val="1"/>
      <w:numFmt w:val="lowerRoman"/>
      <w:lvlText w:val="%3."/>
      <w:lvlJc w:val="right"/>
      <w:pPr>
        <w:ind w:left="2160" w:hanging="180"/>
      </w:pPr>
    </w:lvl>
    <w:lvl w:ilvl="3" w:tplc="C48CA8FC">
      <w:start w:val="1"/>
      <w:numFmt w:val="decimal"/>
      <w:lvlText w:val="%4."/>
      <w:lvlJc w:val="left"/>
      <w:pPr>
        <w:ind w:left="2880" w:hanging="360"/>
      </w:pPr>
    </w:lvl>
    <w:lvl w:ilvl="4" w:tplc="6FF0C49C">
      <w:start w:val="1"/>
      <w:numFmt w:val="lowerLetter"/>
      <w:lvlText w:val="%5."/>
      <w:lvlJc w:val="left"/>
      <w:pPr>
        <w:ind w:left="3600" w:hanging="360"/>
      </w:pPr>
    </w:lvl>
    <w:lvl w:ilvl="5" w:tplc="0A129312">
      <w:start w:val="1"/>
      <w:numFmt w:val="lowerRoman"/>
      <w:lvlText w:val="%6."/>
      <w:lvlJc w:val="right"/>
      <w:pPr>
        <w:ind w:left="4320" w:hanging="180"/>
      </w:pPr>
    </w:lvl>
    <w:lvl w:ilvl="6" w:tplc="8BCA66B6">
      <w:start w:val="1"/>
      <w:numFmt w:val="decimal"/>
      <w:lvlText w:val="%7."/>
      <w:lvlJc w:val="left"/>
      <w:pPr>
        <w:ind w:left="5040" w:hanging="360"/>
      </w:pPr>
    </w:lvl>
    <w:lvl w:ilvl="7" w:tplc="CC98720A">
      <w:start w:val="1"/>
      <w:numFmt w:val="lowerLetter"/>
      <w:lvlText w:val="%8."/>
      <w:lvlJc w:val="left"/>
      <w:pPr>
        <w:ind w:left="5760" w:hanging="360"/>
      </w:pPr>
    </w:lvl>
    <w:lvl w:ilvl="8" w:tplc="8DE2855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D610E4"/>
    <w:multiLevelType w:val="hybridMultilevel"/>
    <w:tmpl w:val="74DCB2D8"/>
    <w:lvl w:ilvl="0" w:tplc="48624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0" w15:restartNumberingAfterBreak="0">
    <w:nsid w:val="3D9C5475"/>
    <w:multiLevelType w:val="hybridMultilevel"/>
    <w:tmpl w:val="7436B92A"/>
    <w:lvl w:ilvl="0" w:tplc="10BEBFC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3675A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10515B"/>
    <w:multiLevelType w:val="hybridMultilevel"/>
    <w:tmpl w:val="98604A5A"/>
    <w:lvl w:ilvl="0" w:tplc="B3CC0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C4F6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11034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85C2B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EE26A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5084D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78637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EA81AE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7F05A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 w15:restartNumberingAfterBreak="0">
    <w:nsid w:val="4837369E"/>
    <w:multiLevelType w:val="hybridMultilevel"/>
    <w:tmpl w:val="A022B3A2"/>
    <w:lvl w:ilvl="0" w:tplc="FE3E57C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418ADB6A">
      <w:start w:val="1"/>
      <w:numFmt w:val="lowerLetter"/>
      <w:lvlText w:val="%2."/>
      <w:lvlJc w:val="left"/>
      <w:pPr>
        <w:ind w:left="1788" w:hanging="360"/>
      </w:pPr>
    </w:lvl>
    <w:lvl w:ilvl="2" w:tplc="11041F4A">
      <w:start w:val="1"/>
      <w:numFmt w:val="lowerRoman"/>
      <w:lvlText w:val="%3."/>
      <w:lvlJc w:val="right"/>
      <w:pPr>
        <w:ind w:left="2508" w:hanging="180"/>
      </w:pPr>
    </w:lvl>
    <w:lvl w:ilvl="3" w:tplc="9F8C6614">
      <w:start w:val="1"/>
      <w:numFmt w:val="decimal"/>
      <w:lvlText w:val="%4."/>
      <w:lvlJc w:val="left"/>
      <w:pPr>
        <w:ind w:left="3228" w:hanging="360"/>
      </w:pPr>
    </w:lvl>
    <w:lvl w:ilvl="4" w:tplc="68CE2286">
      <w:start w:val="1"/>
      <w:numFmt w:val="lowerLetter"/>
      <w:lvlText w:val="%5."/>
      <w:lvlJc w:val="left"/>
      <w:pPr>
        <w:ind w:left="3948" w:hanging="360"/>
      </w:pPr>
    </w:lvl>
    <w:lvl w:ilvl="5" w:tplc="C786DA20">
      <w:start w:val="1"/>
      <w:numFmt w:val="lowerRoman"/>
      <w:lvlText w:val="%6."/>
      <w:lvlJc w:val="right"/>
      <w:pPr>
        <w:ind w:left="4668" w:hanging="180"/>
      </w:pPr>
    </w:lvl>
    <w:lvl w:ilvl="6" w:tplc="B6149A36">
      <w:start w:val="1"/>
      <w:numFmt w:val="decimal"/>
      <w:lvlText w:val="%7."/>
      <w:lvlJc w:val="left"/>
      <w:pPr>
        <w:ind w:left="5388" w:hanging="360"/>
      </w:pPr>
    </w:lvl>
    <w:lvl w:ilvl="7" w:tplc="72860C94">
      <w:start w:val="1"/>
      <w:numFmt w:val="lowerLetter"/>
      <w:lvlText w:val="%8."/>
      <w:lvlJc w:val="left"/>
      <w:pPr>
        <w:ind w:left="6108" w:hanging="360"/>
      </w:pPr>
    </w:lvl>
    <w:lvl w:ilvl="8" w:tplc="C8B4451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D737AAD"/>
    <w:multiLevelType w:val="hybridMultilevel"/>
    <w:tmpl w:val="0A38576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E5F69D4"/>
    <w:multiLevelType w:val="hybridMultilevel"/>
    <w:tmpl w:val="4AF898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F970CF2"/>
    <w:multiLevelType w:val="hybridMultilevel"/>
    <w:tmpl w:val="D63C484E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805B31"/>
    <w:multiLevelType w:val="hybridMultilevel"/>
    <w:tmpl w:val="204EBACE"/>
    <w:lvl w:ilvl="0" w:tplc="F19206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B2EB692">
      <w:start w:val="1"/>
      <w:numFmt w:val="lowerLetter"/>
      <w:lvlText w:val="%2."/>
      <w:lvlJc w:val="left"/>
      <w:pPr>
        <w:ind w:left="1080" w:hanging="360"/>
      </w:pPr>
    </w:lvl>
    <w:lvl w:ilvl="2" w:tplc="9C088F2A">
      <w:start w:val="1"/>
      <w:numFmt w:val="lowerRoman"/>
      <w:lvlText w:val="%3."/>
      <w:lvlJc w:val="right"/>
      <w:pPr>
        <w:ind w:left="1800" w:hanging="180"/>
      </w:pPr>
    </w:lvl>
    <w:lvl w:ilvl="3" w:tplc="E7EE1660">
      <w:start w:val="1"/>
      <w:numFmt w:val="decimal"/>
      <w:lvlText w:val="%4."/>
      <w:lvlJc w:val="left"/>
      <w:pPr>
        <w:ind w:left="2520" w:hanging="360"/>
      </w:pPr>
    </w:lvl>
    <w:lvl w:ilvl="4" w:tplc="E6141602">
      <w:start w:val="1"/>
      <w:numFmt w:val="lowerLetter"/>
      <w:lvlText w:val="%5."/>
      <w:lvlJc w:val="left"/>
      <w:pPr>
        <w:ind w:left="3240" w:hanging="360"/>
      </w:pPr>
    </w:lvl>
    <w:lvl w:ilvl="5" w:tplc="AB1CE400">
      <w:start w:val="1"/>
      <w:numFmt w:val="lowerRoman"/>
      <w:lvlText w:val="%6."/>
      <w:lvlJc w:val="right"/>
      <w:pPr>
        <w:ind w:left="3960" w:hanging="180"/>
      </w:pPr>
    </w:lvl>
    <w:lvl w:ilvl="6" w:tplc="78968EB6">
      <w:start w:val="1"/>
      <w:numFmt w:val="decimal"/>
      <w:lvlText w:val="%7."/>
      <w:lvlJc w:val="left"/>
      <w:pPr>
        <w:ind w:left="4680" w:hanging="360"/>
      </w:pPr>
    </w:lvl>
    <w:lvl w:ilvl="7" w:tplc="4C861FCC">
      <w:start w:val="1"/>
      <w:numFmt w:val="lowerLetter"/>
      <w:lvlText w:val="%8."/>
      <w:lvlJc w:val="left"/>
      <w:pPr>
        <w:ind w:left="5400" w:hanging="360"/>
      </w:pPr>
    </w:lvl>
    <w:lvl w:ilvl="8" w:tplc="5FC436C0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925001A"/>
    <w:multiLevelType w:val="hybridMultilevel"/>
    <w:tmpl w:val="FFFFFFFF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E128571A">
      <w:start w:val="1"/>
      <w:numFmt w:val="lowerLetter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092551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2D05642"/>
    <w:multiLevelType w:val="hybridMultilevel"/>
    <w:tmpl w:val="35B4B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E07AE"/>
    <w:multiLevelType w:val="hybridMultilevel"/>
    <w:tmpl w:val="7E5287E8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1624E1E0">
      <w:start w:val="1"/>
      <w:numFmt w:val="decimal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73619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 w15:restartNumberingAfterBreak="0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8" w15:restartNumberingAfterBreak="0">
    <w:nsid w:val="7ED57D5F"/>
    <w:multiLevelType w:val="hybridMultilevel"/>
    <w:tmpl w:val="F96AF9EA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F1342A2"/>
    <w:multiLevelType w:val="hybridMultilevel"/>
    <w:tmpl w:val="57CA5B30"/>
    <w:lvl w:ilvl="0" w:tplc="2FFEA5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24A05E">
      <w:start w:val="1"/>
      <w:numFmt w:val="lowerLetter"/>
      <w:lvlText w:val="%2."/>
      <w:lvlJc w:val="left"/>
      <w:pPr>
        <w:ind w:left="1080" w:hanging="360"/>
      </w:pPr>
    </w:lvl>
    <w:lvl w:ilvl="2" w:tplc="C2C82354">
      <w:start w:val="1"/>
      <w:numFmt w:val="lowerRoman"/>
      <w:lvlText w:val="%3."/>
      <w:lvlJc w:val="right"/>
      <w:pPr>
        <w:ind w:left="1800" w:hanging="180"/>
      </w:pPr>
    </w:lvl>
    <w:lvl w:ilvl="3" w:tplc="B22265D6">
      <w:start w:val="1"/>
      <w:numFmt w:val="decimal"/>
      <w:lvlText w:val="%4."/>
      <w:lvlJc w:val="left"/>
      <w:pPr>
        <w:ind w:left="2520" w:hanging="360"/>
      </w:pPr>
    </w:lvl>
    <w:lvl w:ilvl="4" w:tplc="54FCADF2">
      <w:start w:val="1"/>
      <w:numFmt w:val="lowerLetter"/>
      <w:lvlText w:val="%5."/>
      <w:lvlJc w:val="left"/>
      <w:pPr>
        <w:ind w:left="3240" w:hanging="360"/>
      </w:pPr>
    </w:lvl>
    <w:lvl w:ilvl="5" w:tplc="C70CB8D4">
      <w:start w:val="1"/>
      <w:numFmt w:val="lowerRoman"/>
      <w:lvlText w:val="%6."/>
      <w:lvlJc w:val="right"/>
      <w:pPr>
        <w:ind w:left="3960" w:hanging="180"/>
      </w:pPr>
    </w:lvl>
    <w:lvl w:ilvl="6" w:tplc="139002B0">
      <w:start w:val="1"/>
      <w:numFmt w:val="decimal"/>
      <w:lvlText w:val="%7."/>
      <w:lvlJc w:val="left"/>
      <w:pPr>
        <w:ind w:left="4680" w:hanging="360"/>
      </w:pPr>
    </w:lvl>
    <w:lvl w:ilvl="7" w:tplc="96EED0C6">
      <w:start w:val="1"/>
      <w:numFmt w:val="lowerLetter"/>
      <w:lvlText w:val="%8."/>
      <w:lvlJc w:val="left"/>
      <w:pPr>
        <w:ind w:left="5400" w:hanging="360"/>
      </w:pPr>
    </w:lvl>
    <w:lvl w:ilvl="8" w:tplc="BDC00EA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12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26"/>
  </w:num>
  <w:num w:numId="7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1"/>
  </w:num>
  <w:num w:numId="10">
    <w:abstractNumId w:val="23"/>
  </w:num>
  <w:num w:numId="11">
    <w:abstractNumId w:val="39"/>
  </w:num>
  <w:num w:numId="12">
    <w:abstractNumId w:val="29"/>
  </w:num>
  <w:num w:numId="13">
    <w:abstractNumId w:val="37"/>
  </w:num>
  <w:num w:numId="14">
    <w:abstractNumId w:val="19"/>
  </w:num>
  <w:num w:numId="15">
    <w:abstractNumId w:val="28"/>
  </w:num>
  <w:num w:numId="16">
    <w:abstractNumId w:val="17"/>
  </w:num>
  <w:num w:numId="17">
    <w:abstractNumId w:val="30"/>
  </w:num>
  <w:num w:numId="18">
    <w:abstractNumId w:val="14"/>
  </w:num>
  <w:num w:numId="19">
    <w:abstractNumId w:val="24"/>
  </w:num>
  <w:num w:numId="20">
    <w:abstractNumId w:val="9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"/>
  </w:num>
  <w:num w:numId="31">
    <w:abstractNumId w:val="7"/>
  </w:num>
  <w:num w:numId="32">
    <w:abstractNumId w:val="15"/>
  </w:num>
  <w:num w:numId="33">
    <w:abstractNumId w:val="21"/>
  </w:num>
  <w:num w:numId="34">
    <w:abstractNumId w:val="20"/>
  </w:num>
  <w:num w:numId="35">
    <w:abstractNumId w:val="3"/>
  </w:num>
  <w:num w:numId="36">
    <w:abstractNumId w:val="36"/>
  </w:num>
  <w:num w:numId="37">
    <w:abstractNumId w:val="31"/>
  </w:num>
  <w:num w:numId="38">
    <w:abstractNumId w:val="33"/>
  </w:num>
  <w:num w:numId="39">
    <w:abstractNumId w:val="4"/>
  </w:num>
  <w:num w:numId="40">
    <w:abstractNumId w:val="38"/>
  </w:num>
  <w:num w:numId="41">
    <w:abstractNumId w:val="2"/>
  </w:num>
  <w:num w:numId="42">
    <w:abstractNumId w:val="18"/>
  </w:num>
  <w:num w:numId="43">
    <w:abstractNumId w:val="27"/>
  </w:num>
  <w:num w:numId="44">
    <w:abstractNumId w:val="3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5EF4"/>
    <w:rsid w:val="00007F5E"/>
    <w:rsid w:val="000131C9"/>
    <w:rsid w:val="0001613F"/>
    <w:rsid w:val="00022FB0"/>
    <w:rsid w:val="00023ADD"/>
    <w:rsid w:val="00023DAD"/>
    <w:rsid w:val="00026241"/>
    <w:rsid w:val="000262E5"/>
    <w:rsid w:val="00026641"/>
    <w:rsid w:val="00030134"/>
    <w:rsid w:val="00032B2F"/>
    <w:rsid w:val="00036C15"/>
    <w:rsid w:val="000413EE"/>
    <w:rsid w:val="00041C47"/>
    <w:rsid w:val="00042FA4"/>
    <w:rsid w:val="00045444"/>
    <w:rsid w:val="00051211"/>
    <w:rsid w:val="00056052"/>
    <w:rsid w:val="0006537A"/>
    <w:rsid w:val="00066B9F"/>
    <w:rsid w:val="00067128"/>
    <w:rsid w:val="000679BA"/>
    <w:rsid w:val="0007276E"/>
    <w:rsid w:val="00075251"/>
    <w:rsid w:val="000819C6"/>
    <w:rsid w:val="0008666C"/>
    <w:rsid w:val="00093C3D"/>
    <w:rsid w:val="000948FE"/>
    <w:rsid w:val="000A091B"/>
    <w:rsid w:val="000A4C83"/>
    <w:rsid w:val="000A5D58"/>
    <w:rsid w:val="000A628B"/>
    <w:rsid w:val="000A7FDE"/>
    <w:rsid w:val="000B168A"/>
    <w:rsid w:val="000B35B7"/>
    <w:rsid w:val="000B3795"/>
    <w:rsid w:val="000B7CB2"/>
    <w:rsid w:val="000C30F2"/>
    <w:rsid w:val="000C5E6A"/>
    <w:rsid w:val="000D029F"/>
    <w:rsid w:val="000D34C8"/>
    <w:rsid w:val="000D6064"/>
    <w:rsid w:val="000D7FF7"/>
    <w:rsid w:val="000E4BEB"/>
    <w:rsid w:val="000E4DA4"/>
    <w:rsid w:val="000E527F"/>
    <w:rsid w:val="000E604A"/>
    <w:rsid w:val="000E7899"/>
    <w:rsid w:val="000F2B57"/>
    <w:rsid w:val="000F3ED6"/>
    <w:rsid w:val="0010058B"/>
    <w:rsid w:val="0010096A"/>
    <w:rsid w:val="00101075"/>
    <w:rsid w:val="001028E4"/>
    <w:rsid w:val="00102938"/>
    <w:rsid w:val="00102F69"/>
    <w:rsid w:val="00115C54"/>
    <w:rsid w:val="001169C1"/>
    <w:rsid w:val="00121DFA"/>
    <w:rsid w:val="001246DC"/>
    <w:rsid w:val="00130B2E"/>
    <w:rsid w:val="00132220"/>
    <w:rsid w:val="001328E3"/>
    <w:rsid w:val="00136AAF"/>
    <w:rsid w:val="001378B4"/>
    <w:rsid w:val="00141692"/>
    <w:rsid w:val="001446D9"/>
    <w:rsid w:val="0014471B"/>
    <w:rsid w:val="00146165"/>
    <w:rsid w:val="00147B95"/>
    <w:rsid w:val="001533AD"/>
    <w:rsid w:val="001618FB"/>
    <w:rsid w:val="00162A1B"/>
    <w:rsid w:val="00164485"/>
    <w:rsid w:val="00164A91"/>
    <w:rsid w:val="0017002E"/>
    <w:rsid w:val="00170600"/>
    <w:rsid w:val="00173842"/>
    <w:rsid w:val="001745D9"/>
    <w:rsid w:val="0017552F"/>
    <w:rsid w:val="00176944"/>
    <w:rsid w:val="00181010"/>
    <w:rsid w:val="00182281"/>
    <w:rsid w:val="00182911"/>
    <w:rsid w:val="00182FB1"/>
    <w:rsid w:val="00183AF1"/>
    <w:rsid w:val="00183F8D"/>
    <w:rsid w:val="001847D7"/>
    <w:rsid w:val="00185D0F"/>
    <w:rsid w:val="00191C00"/>
    <w:rsid w:val="00195771"/>
    <w:rsid w:val="001A1970"/>
    <w:rsid w:val="001A4B80"/>
    <w:rsid w:val="001B0A67"/>
    <w:rsid w:val="001B123A"/>
    <w:rsid w:val="001B2557"/>
    <w:rsid w:val="001B2688"/>
    <w:rsid w:val="001B3D0F"/>
    <w:rsid w:val="001B6682"/>
    <w:rsid w:val="001D1BD1"/>
    <w:rsid w:val="001D1D34"/>
    <w:rsid w:val="001D75DE"/>
    <w:rsid w:val="001E0D02"/>
    <w:rsid w:val="001E2AFA"/>
    <w:rsid w:val="001E3127"/>
    <w:rsid w:val="001E6C80"/>
    <w:rsid w:val="001E7B81"/>
    <w:rsid w:val="001F1B50"/>
    <w:rsid w:val="001F2954"/>
    <w:rsid w:val="001F308F"/>
    <w:rsid w:val="001F6207"/>
    <w:rsid w:val="001F7F22"/>
    <w:rsid w:val="00200288"/>
    <w:rsid w:val="002051CF"/>
    <w:rsid w:val="00207266"/>
    <w:rsid w:val="002113B2"/>
    <w:rsid w:val="002118C9"/>
    <w:rsid w:val="00217F26"/>
    <w:rsid w:val="002206FA"/>
    <w:rsid w:val="00221656"/>
    <w:rsid w:val="00223CD4"/>
    <w:rsid w:val="00230063"/>
    <w:rsid w:val="00236628"/>
    <w:rsid w:val="00241414"/>
    <w:rsid w:val="0024245F"/>
    <w:rsid w:val="00243C32"/>
    <w:rsid w:val="00244AE7"/>
    <w:rsid w:val="00244DFE"/>
    <w:rsid w:val="00245FFB"/>
    <w:rsid w:val="00246041"/>
    <w:rsid w:val="0025445D"/>
    <w:rsid w:val="002560A4"/>
    <w:rsid w:val="0026547B"/>
    <w:rsid w:val="002704D2"/>
    <w:rsid w:val="00272A8D"/>
    <w:rsid w:val="00272D88"/>
    <w:rsid w:val="00273E56"/>
    <w:rsid w:val="002744B4"/>
    <w:rsid w:val="0027467C"/>
    <w:rsid w:val="002749A4"/>
    <w:rsid w:val="00282080"/>
    <w:rsid w:val="00291E30"/>
    <w:rsid w:val="00294E2D"/>
    <w:rsid w:val="00295547"/>
    <w:rsid w:val="002957D5"/>
    <w:rsid w:val="00295BA8"/>
    <w:rsid w:val="00297037"/>
    <w:rsid w:val="00297A64"/>
    <w:rsid w:val="002A2A80"/>
    <w:rsid w:val="002A2B13"/>
    <w:rsid w:val="002A6895"/>
    <w:rsid w:val="002A6F8E"/>
    <w:rsid w:val="002B2A70"/>
    <w:rsid w:val="002B7D71"/>
    <w:rsid w:val="002C4E61"/>
    <w:rsid w:val="002C5D4B"/>
    <w:rsid w:val="002C73EC"/>
    <w:rsid w:val="002D47EC"/>
    <w:rsid w:val="002D7554"/>
    <w:rsid w:val="002E259B"/>
    <w:rsid w:val="002E5EC0"/>
    <w:rsid w:val="002E6CB5"/>
    <w:rsid w:val="002F1AB5"/>
    <w:rsid w:val="002F2C6B"/>
    <w:rsid w:val="002F42EE"/>
    <w:rsid w:val="002F433E"/>
    <w:rsid w:val="002F5A47"/>
    <w:rsid w:val="002F7991"/>
    <w:rsid w:val="00300655"/>
    <w:rsid w:val="003017A7"/>
    <w:rsid w:val="00302068"/>
    <w:rsid w:val="00303F33"/>
    <w:rsid w:val="00305E43"/>
    <w:rsid w:val="003109A1"/>
    <w:rsid w:val="00313A5C"/>
    <w:rsid w:val="00314A37"/>
    <w:rsid w:val="00315355"/>
    <w:rsid w:val="00321C7E"/>
    <w:rsid w:val="003226A0"/>
    <w:rsid w:val="00323BC7"/>
    <w:rsid w:val="00335F92"/>
    <w:rsid w:val="00337379"/>
    <w:rsid w:val="003407F4"/>
    <w:rsid w:val="003417B5"/>
    <w:rsid w:val="00341F32"/>
    <w:rsid w:val="00344702"/>
    <w:rsid w:val="00346FC7"/>
    <w:rsid w:val="003529B4"/>
    <w:rsid w:val="00356D93"/>
    <w:rsid w:val="003601B3"/>
    <w:rsid w:val="00360779"/>
    <w:rsid w:val="00363E6C"/>
    <w:rsid w:val="003643F1"/>
    <w:rsid w:val="00364CD5"/>
    <w:rsid w:val="003678F4"/>
    <w:rsid w:val="00373FA7"/>
    <w:rsid w:val="003751BB"/>
    <w:rsid w:val="003778BC"/>
    <w:rsid w:val="00381D06"/>
    <w:rsid w:val="00387FC6"/>
    <w:rsid w:val="00392514"/>
    <w:rsid w:val="003933BE"/>
    <w:rsid w:val="003A0198"/>
    <w:rsid w:val="003A053D"/>
    <w:rsid w:val="003A10A7"/>
    <w:rsid w:val="003A51D9"/>
    <w:rsid w:val="003B6F2A"/>
    <w:rsid w:val="003B7DFF"/>
    <w:rsid w:val="003C097D"/>
    <w:rsid w:val="003C0A84"/>
    <w:rsid w:val="003C205D"/>
    <w:rsid w:val="003C7299"/>
    <w:rsid w:val="003D13E1"/>
    <w:rsid w:val="003D1EC8"/>
    <w:rsid w:val="003D2201"/>
    <w:rsid w:val="003D293D"/>
    <w:rsid w:val="003E254D"/>
    <w:rsid w:val="003E27F7"/>
    <w:rsid w:val="003E53BB"/>
    <w:rsid w:val="003F153B"/>
    <w:rsid w:val="003F706A"/>
    <w:rsid w:val="003F79FA"/>
    <w:rsid w:val="00401599"/>
    <w:rsid w:val="004029A0"/>
    <w:rsid w:val="00404CA2"/>
    <w:rsid w:val="004101CB"/>
    <w:rsid w:val="00411AA5"/>
    <w:rsid w:val="00413D9F"/>
    <w:rsid w:val="00417012"/>
    <w:rsid w:val="00417492"/>
    <w:rsid w:val="00417CA1"/>
    <w:rsid w:val="00424600"/>
    <w:rsid w:val="00426271"/>
    <w:rsid w:val="00427C7F"/>
    <w:rsid w:val="00442B03"/>
    <w:rsid w:val="004503F2"/>
    <w:rsid w:val="0045122A"/>
    <w:rsid w:val="00451782"/>
    <w:rsid w:val="00451B49"/>
    <w:rsid w:val="004529B0"/>
    <w:rsid w:val="00452C3F"/>
    <w:rsid w:val="00454407"/>
    <w:rsid w:val="004622CA"/>
    <w:rsid w:val="00462FF1"/>
    <w:rsid w:val="00463208"/>
    <w:rsid w:val="00470B3B"/>
    <w:rsid w:val="00471C08"/>
    <w:rsid w:val="0047283F"/>
    <w:rsid w:val="00473266"/>
    <w:rsid w:val="004751D3"/>
    <w:rsid w:val="004777A6"/>
    <w:rsid w:val="00482F83"/>
    <w:rsid w:val="0048376B"/>
    <w:rsid w:val="0048583B"/>
    <w:rsid w:val="00486728"/>
    <w:rsid w:val="00487EF7"/>
    <w:rsid w:val="00490715"/>
    <w:rsid w:val="00491748"/>
    <w:rsid w:val="00494E18"/>
    <w:rsid w:val="004A0B3F"/>
    <w:rsid w:val="004A0FBB"/>
    <w:rsid w:val="004A1C77"/>
    <w:rsid w:val="004A4CDF"/>
    <w:rsid w:val="004A57D6"/>
    <w:rsid w:val="004B12BE"/>
    <w:rsid w:val="004B20CF"/>
    <w:rsid w:val="004B33C7"/>
    <w:rsid w:val="004B5982"/>
    <w:rsid w:val="004B59D2"/>
    <w:rsid w:val="004C1AA1"/>
    <w:rsid w:val="004C67A9"/>
    <w:rsid w:val="004C7329"/>
    <w:rsid w:val="004D4180"/>
    <w:rsid w:val="004E218B"/>
    <w:rsid w:val="004E7817"/>
    <w:rsid w:val="004E7CAC"/>
    <w:rsid w:val="004F007D"/>
    <w:rsid w:val="004F2625"/>
    <w:rsid w:val="004F42AD"/>
    <w:rsid w:val="004F4716"/>
    <w:rsid w:val="004F4B36"/>
    <w:rsid w:val="00500ED4"/>
    <w:rsid w:val="00501E64"/>
    <w:rsid w:val="0050642F"/>
    <w:rsid w:val="0051117F"/>
    <w:rsid w:val="00511B5D"/>
    <w:rsid w:val="005121E2"/>
    <w:rsid w:val="00514DFE"/>
    <w:rsid w:val="00517453"/>
    <w:rsid w:val="00520889"/>
    <w:rsid w:val="00522224"/>
    <w:rsid w:val="00522BFD"/>
    <w:rsid w:val="00527FC3"/>
    <w:rsid w:val="0053198C"/>
    <w:rsid w:val="005411E4"/>
    <w:rsid w:val="00541423"/>
    <w:rsid w:val="00542D1E"/>
    <w:rsid w:val="00546536"/>
    <w:rsid w:val="0054683A"/>
    <w:rsid w:val="00553B84"/>
    <w:rsid w:val="00554786"/>
    <w:rsid w:val="00556470"/>
    <w:rsid w:val="0055671E"/>
    <w:rsid w:val="00563BBF"/>
    <w:rsid w:val="00566A43"/>
    <w:rsid w:val="00572F91"/>
    <w:rsid w:val="00574077"/>
    <w:rsid w:val="00575745"/>
    <w:rsid w:val="005765F6"/>
    <w:rsid w:val="005800C1"/>
    <w:rsid w:val="00584892"/>
    <w:rsid w:val="005848DE"/>
    <w:rsid w:val="005852BC"/>
    <w:rsid w:val="00586341"/>
    <w:rsid w:val="00591082"/>
    <w:rsid w:val="00596506"/>
    <w:rsid w:val="005A444A"/>
    <w:rsid w:val="005B24E1"/>
    <w:rsid w:val="005B3441"/>
    <w:rsid w:val="005B3E76"/>
    <w:rsid w:val="005B5B04"/>
    <w:rsid w:val="005B600B"/>
    <w:rsid w:val="005B753E"/>
    <w:rsid w:val="005C1864"/>
    <w:rsid w:val="005C2198"/>
    <w:rsid w:val="005C7050"/>
    <w:rsid w:val="005C73C9"/>
    <w:rsid w:val="005D0EF5"/>
    <w:rsid w:val="005D4013"/>
    <w:rsid w:val="005E71AB"/>
    <w:rsid w:val="005E72F2"/>
    <w:rsid w:val="005E7A63"/>
    <w:rsid w:val="005F024E"/>
    <w:rsid w:val="005F114C"/>
    <w:rsid w:val="005F3CE0"/>
    <w:rsid w:val="005F4DDB"/>
    <w:rsid w:val="005F4F9C"/>
    <w:rsid w:val="005F64E8"/>
    <w:rsid w:val="0060328A"/>
    <w:rsid w:val="00603BD6"/>
    <w:rsid w:val="00604678"/>
    <w:rsid w:val="006133F0"/>
    <w:rsid w:val="00625FBE"/>
    <w:rsid w:val="0063156F"/>
    <w:rsid w:val="006333D2"/>
    <w:rsid w:val="00633461"/>
    <w:rsid w:val="0063515F"/>
    <w:rsid w:val="00636898"/>
    <w:rsid w:val="0063773F"/>
    <w:rsid w:val="00637821"/>
    <w:rsid w:val="006400B1"/>
    <w:rsid w:val="00640464"/>
    <w:rsid w:val="00640FC1"/>
    <w:rsid w:val="006422ED"/>
    <w:rsid w:val="00645906"/>
    <w:rsid w:val="00654548"/>
    <w:rsid w:val="006561C8"/>
    <w:rsid w:val="00657F47"/>
    <w:rsid w:val="0066114A"/>
    <w:rsid w:val="00663732"/>
    <w:rsid w:val="00665AF9"/>
    <w:rsid w:val="006672CD"/>
    <w:rsid w:val="0066778A"/>
    <w:rsid w:val="00670B72"/>
    <w:rsid w:val="006714C5"/>
    <w:rsid w:val="0067306F"/>
    <w:rsid w:val="00673347"/>
    <w:rsid w:val="0067373C"/>
    <w:rsid w:val="00673B08"/>
    <w:rsid w:val="00674914"/>
    <w:rsid w:val="00675E09"/>
    <w:rsid w:val="0067691F"/>
    <w:rsid w:val="00677843"/>
    <w:rsid w:val="00685566"/>
    <w:rsid w:val="00685ACF"/>
    <w:rsid w:val="006866E3"/>
    <w:rsid w:val="00693F38"/>
    <w:rsid w:val="006A1528"/>
    <w:rsid w:val="006A2FD2"/>
    <w:rsid w:val="006A682A"/>
    <w:rsid w:val="006A7DC5"/>
    <w:rsid w:val="006B11E0"/>
    <w:rsid w:val="006B1E63"/>
    <w:rsid w:val="006B34B4"/>
    <w:rsid w:val="006B7100"/>
    <w:rsid w:val="006C19AD"/>
    <w:rsid w:val="006C3DC1"/>
    <w:rsid w:val="006C6A54"/>
    <w:rsid w:val="006D1783"/>
    <w:rsid w:val="006D24A4"/>
    <w:rsid w:val="006D3463"/>
    <w:rsid w:val="006D44B5"/>
    <w:rsid w:val="006D48C2"/>
    <w:rsid w:val="006D6C8B"/>
    <w:rsid w:val="006E28D8"/>
    <w:rsid w:val="006E2AC7"/>
    <w:rsid w:val="006E3656"/>
    <w:rsid w:val="006E3D03"/>
    <w:rsid w:val="006E4A3F"/>
    <w:rsid w:val="006E6DE3"/>
    <w:rsid w:val="006E6F49"/>
    <w:rsid w:val="006E7CF1"/>
    <w:rsid w:val="006F06AA"/>
    <w:rsid w:val="006F3D5E"/>
    <w:rsid w:val="006F5BD1"/>
    <w:rsid w:val="006F7DAE"/>
    <w:rsid w:val="007013D8"/>
    <w:rsid w:val="00706410"/>
    <w:rsid w:val="00707345"/>
    <w:rsid w:val="00712DAB"/>
    <w:rsid w:val="0071306E"/>
    <w:rsid w:val="007174C5"/>
    <w:rsid w:val="007179C8"/>
    <w:rsid w:val="00721344"/>
    <w:rsid w:val="00721A14"/>
    <w:rsid w:val="007228EE"/>
    <w:rsid w:val="00722E9C"/>
    <w:rsid w:val="007243CC"/>
    <w:rsid w:val="00724E71"/>
    <w:rsid w:val="00725996"/>
    <w:rsid w:val="0072599F"/>
    <w:rsid w:val="00726F70"/>
    <w:rsid w:val="00730E4D"/>
    <w:rsid w:val="0073270F"/>
    <w:rsid w:val="00733171"/>
    <w:rsid w:val="00737223"/>
    <w:rsid w:val="007372B1"/>
    <w:rsid w:val="00742352"/>
    <w:rsid w:val="00744095"/>
    <w:rsid w:val="007454DB"/>
    <w:rsid w:val="00745989"/>
    <w:rsid w:val="00752EC4"/>
    <w:rsid w:val="00753E39"/>
    <w:rsid w:val="007551B5"/>
    <w:rsid w:val="00761E18"/>
    <w:rsid w:val="00762637"/>
    <w:rsid w:val="00765E7F"/>
    <w:rsid w:val="00765F11"/>
    <w:rsid w:val="00770965"/>
    <w:rsid w:val="00774664"/>
    <w:rsid w:val="0078565C"/>
    <w:rsid w:val="00787314"/>
    <w:rsid w:val="007941D5"/>
    <w:rsid w:val="0079486E"/>
    <w:rsid w:val="00794EDF"/>
    <w:rsid w:val="0079714E"/>
    <w:rsid w:val="007A39BA"/>
    <w:rsid w:val="007A5103"/>
    <w:rsid w:val="007A6E4C"/>
    <w:rsid w:val="007A7665"/>
    <w:rsid w:val="007B09D6"/>
    <w:rsid w:val="007B29B3"/>
    <w:rsid w:val="007B489C"/>
    <w:rsid w:val="007B7783"/>
    <w:rsid w:val="007C327D"/>
    <w:rsid w:val="007C34C1"/>
    <w:rsid w:val="007D0051"/>
    <w:rsid w:val="007D0954"/>
    <w:rsid w:val="007D316E"/>
    <w:rsid w:val="007D35AF"/>
    <w:rsid w:val="007D39BB"/>
    <w:rsid w:val="007D59D6"/>
    <w:rsid w:val="007D7FAF"/>
    <w:rsid w:val="007E0F98"/>
    <w:rsid w:val="007E3E4B"/>
    <w:rsid w:val="007E5C3D"/>
    <w:rsid w:val="007E723E"/>
    <w:rsid w:val="00804D80"/>
    <w:rsid w:val="00804E10"/>
    <w:rsid w:val="00805F27"/>
    <w:rsid w:val="00811D90"/>
    <w:rsid w:val="00812C38"/>
    <w:rsid w:val="008143F2"/>
    <w:rsid w:val="0081546E"/>
    <w:rsid w:val="00815819"/>
    <w:rsid w:val="00815D59"/>
    <w:rsid w:val="00816EC0"/>
    <w:rsid w:val="00820087"/>
    <w:rsid w:val="008222B3"/>
    <w:rsid w:val="00822A9B"/>
    <w:rsid w:val="0082426E"/>
    <w:rsid w:val="008246AF"/>
    <w:rsid w:val="008249EB"/>
    <w:rsid w:val="00824CF3"/>
    <w:rsid w:val="0082500F"/>
    <w:rsid w:val="00826C6E"/>
    <w:rsid w:val="008277EE"/>
    <w:rsid w:val="00830EDD"/>
    <w:rsid w:val="00831430"/>
    <w:rsid w:val="00831FBB"/>
    <w:rsid w:val="0083550F"/>
    <w:rsid w:val="00841956"/>
    <w:rsid w:val="00844DFB"/>
    <w:rsid w:val="008561D7"/>
    <w:rsid w:val="00856D0E"/>
    <w:rsid w:val="0087070D"/>
    <w:rsid w:val="00870AA2"/>
    <w:rsid w:val="00874D22"/>
    <w:rsid w:val="00877930"/>
    <w:rsid w:val="00883AFD"/>
    <w:rsid w:val="00884C63"/>
    <w:rsid w:val="00886DD2"/>
    <w:rsid w:val="00890245"/>
    <w:rsid w:val="008937CE"/>
    <w:rsid w:val="00894C5D"/>
    <w:rsid w:val="008A0A78"/>
    <w:rsid w:val="008A3DC9"/>
    <w:rsid w:val="008A659D"/>
    <w:rsid w:val="008B2531"/>
    <w:rsid w:val="008B3B9D"/>
    <w:rsid w:val="008B4793"/>
    <w:rsid w:val="008C1532"/>
    <w:rsid w:val="008C1A1C"/>
    <w:rsid w:val="008C2C71"/>
    <w:rsid w:val="008C339F"/>
    <w:rsid w:val="008C5CA0"/>
    <w:rsid w:val="008C7E60"/>
    <w:rsid w:val="008D7FF3"/>
    <w:rsid w:val="008F050D"/>
    <w:rsid w:val="008F123A"/>
    <w:rsid w:val="008F2771"/>
    <w:rsid w:val="008F49E6"/>
    <w:rsid w:val="008F6AF0"/>
    <w:rsid w:val="00902ADB"/>
    <w:rsid w:val="0091034B"/>
    <w:rsid w:val="00912B2E"/>
    <w:rsid w:val="009136F9"/>
    <w:rsid w:val="00920AB1"/>
    <w:rsid w:val="00922130"/>
    <w:rsid w:val="00922EB1"/>
    <w:rsid w:val="00924CC3"/>
    <w:rsid w:val="00930404"/>
    <w:rsid w:val="00930455"/>
    <w:rsid w:val="009306F1"/>
    <w:rsid w:val="0093289A"/>
    <w:rsid w:val="00933859"/>
    <w:rsid w:val="009355AA"/>
    <w:rsid w:val="00935F66"/>
    <w:rsid w:val="00940581"/>
    <w:rsid w:val="009453B4"/>
    <w:rsid w:val="00945925"/>
    <w:rsid w:val="00946035"/>
    <w:rsid w:val="00951932"/>
    <w:rsid w:val="00952391"/>
    <w:rsid w:val="00954A1D"/>
    <w:rsid w:val="00961489"/>
    <w:rsid w:val="0096320D"/>
    <w:rsid w:val="0096625C"/>
    <w:rsid w:val="00967609"/>
    <w:rsid w:val="009701C4"/>
    <w:rsid w:val="00975251"/>
    <w:rsid w:val="00976D7A"/>
    <w:rsid w:val="00980B5B"/>
    <w:rsid w:val="00985712"/>
    <w:rsid w:val="009863DA"/>
    <w:rsid w:val="00995096"/>
    <w:rsid w:val="009A270E"/>
    <w:rsid w:val="009A3A01"/>
    <w:rsid w:val="009A6620"/>
    <w:rsid w:val="009A781B"/>
    <w:rsid w:val="009C166B"/>
    <w:rsid w:val="009C61B1"/>
    <w:rsid w:val="009C6934"/>
    <w:rsid w:val="009D1161"/>
    <w:rsid w:val="009D356A"/>
    <w:rsid w:val="009D7EE4"/>
    <w:rsid w:val="009E4CC8"/>
    <w:rsid w:val="009E5CEC"/>
    <w:rsid w:val="009E6034"/>
    <w:rsid w:val="009F2AA6"/>
    <w:rsid w:val="009F46DC"/>
    <w:rsid w:val="009F78EA"/>
    <w:rsid w:val="00A003C8"/>
    <w:rsid w:val="00A01CC6"/>
    <w:rsid w:val="00A02458"/>
    <w:rsid w:val="00A04AC6"/>
    <w:rsid w:val="00A16A20"/>
    <w:rsid w:val="00A16DEF"/>
    <w:rsid w:val="00A22E0B"/>
    <w:rsid w:val="00A245A6"/>
    <w:rsid w:val="00A246F9"/>
    <w:rsid w:val="00A258B6"/>
    <w:rsid w:val="00A4024D"/>
    <w:rsid w:val="00A42891"/>
    <w:rsid w:val="00A43358"/>
    <w:rsid w:val="00A43AC6"/>
    <w:rsid w:val="00A43D45"/>
    <w:rsid w:val="00A454F7"/>
    <w:rsid w:val="00A456C6"/>
    <w:rsid w:val="00A45D43"/>
    <w:rsid w:val="00A54A82"/>
    <w:rsid w:val="00A578C1"/>
    <w:rsid w:val="00A653C3"/>
    <w:rsid w:val="00A6585A"/>
    <w:rsid w:val="00A674B6"/>
    <w:rsid w:val="00A73CE0"/>
    <w:rsid w:val="00A74F91"/>
    <w:rsid w:val="00A8701D"/>
    <w:rsid w:val="00A8725E"/>
    <w:rsid w:val="00A91714"/>
    <w:rsid w:val="00A93191"/>
    <w:rsid w:val="00A94270"/>
    <w:rsid w:val="00AA4361"/>
    <w:rsid w:val="00AA538A"/>
    <w:rsid w:val="00AA7A72"/>
    <w:rsid w:val="00AB02EF"/>
    <w:rsid w:val="00AB2122"/>
    <w:rsid w:val="00AB24DA"/>
    <w:rsid w:val="00AB2E11"/>
    <w:rsid w:val="00AB48F2"/>
    <w:rsid w:val="00AC149C"/>
    <w:rsid w:val="00AC555C"/>
    <w:rsid w:val="00AC60FA"/>
    <w:rsid w:val="00AC63AB"/>
    <w:rsid w:val="00AD00C7"/>
    <w:rsid w:val="00AD06CE"/>
    <w:rsid w:val="00AD0870"/>
    <w:rsid w:val="00AD0FA0"/>
    <w:rsid w:val="00AD2DCA"/>
    <w:rsid w:val="00AE215B"/>
    <w:rsid w:val="00AE3DE8"/>
    <w:rsid w:val="00AE4C2A"/>
    <w:rsid w:val="00AE7489"/>
    <w:rsid w:val="00AE7A8F"/>
    <w:rsid w:val="00AE7C37"/>
    <w:rsid w:val="00AE7C8D"/>
    <w:rsid w:val="00AF2F49"/>
    <w:rsid w:val="00B00DA1"/>
    <w:rsid w:val="00B0201B"/>
    <w:rsid w:val="00B04A61"/>
    <w:rsid w:val="00B063A9"/>
    <w:rsid w:val="00B100B6"/>
    <w:rsid w:val="00B12DD3"/>
    <w:rsid w:val="00B15388"/>
    <w:rsid w:val="00B1612F"/>
    <w:rsid w:val="00B2301D"/>
    <w:rsid w:val="00B23538"/>
    <w:rsid w:val="00B26F99"/>
    <w:rsid w:val="00B27047"/>
    <w:rsid w:val="00B27DF9"/>
    <w:rsid w:val="00B320C0"/>
    <w:rsid w:val="00B32CD2"/>
    <w:rsid w:val="00B3336A"/>
    <w:rsid w:val="00B344D8"/>
    <w:rsid w:val="00B34DB9"/>
    <w:rsid w:val="00B35B0A"/>
    <w:rsid w:val="00B35BA9"/>
    <w:rsid w:val="00B372B0"/>
    <w:rsid w:val="00B42F39"/>
    <w:rsid w:val="00B4527A"/>
    <w:rsid w:val="00B50B3C"/>
    <w:rsid w:val="00B510B6"/>
    <w:rsid w:val="00B52790"/>
    <w:rsid w:val="00B5298D"/>
    <w:rsid w:val="00B56F01"/>
    <w:rsid w:val="00B6293A"/>
    <w:rsid w:val="00B631C9"/>
    <w:rsid w:val="00B700F4"/>
    <w:rsid w:val="00B7040F"/>
    <w:rsid w:val="00B70978"/>
    <w:rsid w:val="00B70D59"/>
    <w:rsid w:val="00B73D40"/>
    <w:rsid w:val="00B74A29"/>
    <w:rsid w:val="00B74CC1"/>
    <w:rsid w:val="00B84B52"/>
    <w:rsid w:val="00B86145"/>
    <w:rsid w:val="00B960EA"/>
    <w:rsid w:val="00BA2CF7"/>
    <w:rsid w:val="00BA3097"/>
    <w:rsid w:val="00BA4C0A"/>
    <w:rsid w:val="00BA5560"/>
    <w:rsid w:val="00BA6A02"/>
    <w:rsid w:val="00BA7571"/>
    <w:rsid w:val="00BA7BAD"/>
    <w:rsid w:val="00BB1464"/>
    <w:rsid w:val="00BB19E0"/>
    <w:rsid w:val="00BB1ED8"/>
    <w:rsid w:val="00BB289B"/>
    <w:rsid w:val="00BB389E"/>
    <w:rsid w:val="00BC10EC"/>
    <w:rsid w:val="00BC67F6"/>
    <w:rsid w:val="00BD141C"/>
    <w:rsid w:val="00BD3CDC"/>
    <w:rsid w:val="00BD5B80"/>
    <w:rsid w:val="00BE37AB"/>
    <w:rsid w:val="00BE3D28"/>
    <w:rsid w:val="00BE5568"/>
    <w:rsid w:val="00BF192C"/>
    <w:rsid w:val="00BF1DFC"/>
    <w:rsid w:val="00BF3ECD"/>
    <w:rsid w:val="00BF58B5"/>
    <w:rsid w:val="00C00111"/>
    <w:rsid w:val="00C009AC"/>
    <w:rsid w:val="00C033CE"/>
    <w:rsid w:val="00C0379B"/>
    <w:rsid w:val="00C07E5B"/>
    <w:rsid w:val="00C1353E"/>
    <w:rsid w:val="00C20ACB"/>
    <w:rsid w:val="00C232FE"/>
    <w:rsid w:val="00C25D08"/>
    <w:rsid w:val="00C2731F"/>
    <w:rsid w:val="00C33B1E"/>
    <w:rsid w:val="00C341D9"/>
    <w:rsid w:val="00C346E9"/>
    <w:rsid w:val="00C34C8C"/>
    <w:rsid w:val="00C40812"/>
    <w:rsid w:val="00C450ED"/>
    <w:rsid w:val="00C46262"/>
    <w:rsid w:val="00C46937"/>
    <w:rsid w:val="00C51028"/>
    <w:rsid w:val="00C52EEF"/>
    <w:rsid w:val="00C53192"/>
    <w:rsid w:val="00C53BCC"/>
    <w:rsid w:val="00C54AE8"/>
    <w:rsid w:val="00C562EE"/>
    <w:rsid w:val="00C6537E"/>
    <w:rsid w:val="00C65432"/>
    <w:rsid w:val="00C67BDB"/>
    <w:rsid w:val="00C7322E"/>
    <w:rsid w:val="00C768A4"/>
    <w:rsid w:val="00C775EB"/>
    <w:rsid w:val="00C779D4"/>
    <w:rsid w:val="00C810BB"/>
    <w:rsid w:val="00C83861"/>
    <w:rsid w:val="00C900A8"/>
    <w:rsid w:val="00C91FC9"/>
    <w:rsid w:val="00C92017"/>
    <w:rsid w:val="00C95854"/>
    <w:rsid w:val="00C95EEF"/>
    <w:rsid w:val="00CA0272"/>
    <w:rsid w:val="00CA1429"/>
    <w:rsid w:val="00CA1AC6"/>
    <w:rsid w:val="00CA24A4"/>
    <w:rsid w:val="00CA5D80"/>
    <w:rsid w:val="00CA7DC8"/>
    <w:rsid w:val="00CB168F"/>
    <w:rsid w:val="00CB1BC3"/>
    <w:rsid w:val="00CC1F7E"/>
    <w:rsid w:val="00CC3529"/>
    <w:rsid w:val="00CC38BF"/>
    <w:rsid w:val="00CC76BA"/>
    <w:rsid w:val="00CD0E85"/>
    <w:rsid w:val="00CD2359"/>
    <w:rsid w:val="00CD5303"/>
    <w:rsid w:val="00CE43AC"/>
    <w:rsid w:val="00CF01A2"/>
    <w:rsid w:val="00CF306E"/>
    <w:rsid w:val="00CF3D64"/>
    <w:rsid w:val="00CF58F3"/>
    <w:rsid w:val="00D01B55"/>
    <w:rsid w:val="00D02DCF"/>
    <w:rsid w:val="00D03449"/>
    <w:rsid w:val="00D03EAB"/>
    <w:rsid w:val="00D0480D"/>
    <w:rsid w:val="00D04D47"/>
    <w:rsid w:val="00D106B1"/>
    <w:rsid w:val="00D10FCE"/>
    <w:rsid w:val="00D11DB4"/>
    <w:rsid w:val="00D13127"/>
    <w:rsid w:val="00D20A7C"/>
    <w:rsid w:val="00D22D41"/>
    <w:rsid w:val="00D26FC5"/>
    <w:rsid w:val="00D310BE"/>
    <w:rsid w:val="00D37CAE"/>
    <w:rsid w:val="00D43BB3"/>
    <w:rsid w:val="00D46B12"/>
    <w:rsid w:val="00D47385"/>
    <w:rsid w:val="00D517DB"/>
    <w:rsid w:val="00D531C0"/>
    <w:rsid w:val="00D53D0B"/>
    <w:rsid w:val="00D55FA9"/>
    <w:rsid w:val="00D579FE"/>
    <w:rsid w:val="00D613AC"/>
    <w:rsid w:val="00D62AB0"/>
    <w:rsid w:val="00D651D3"/>
    <w:rsid w:val="00D7006C"/>
    <w:rsid w:val="00D708DA"/>
    <w:rsid w:val="00D70B9C"/>
    <w:rsid w:val="00D71BEA"/>
    <w:rsid w:val="00D72CAB"/>
    <w:rsid w:val="00D742D7"/>
    <w:rsid w:val="00D801E4"/>
    <w:rsid w:val="00D80AE9"/>
    <w:rsid w:val="00D8194C"/>
    <w:rsid w:val="00D82F17"/>
    <w:rsid w:val="00D85EE9"/>
    <w:rsid w:val="00D876A3"/>
    <w:rsid w:val="00D877B5"/>
    <w:rsid w:val="00D945E5"/>
    <w:rsid w:val="00D9635B"/>
    <w:rsid w:val="00DA25C0"/>
    <w:rsid w:val="00DA2702"/>
    <w:rsid w:val="00DA39EA"/>
    <w:rsid w:val="00DA442E"/>
    <w:rsid w:val="00DA5F00"/>
    <w:rsid w:val="00DA7D43"/>
    <w:rsid w:val="00DB087E"/>
    <w:rsid w:val="00DB44E4"/>
    <w:rsid w:val="00DB68A9"/>
    <w:rsid w:val="00DB743C"/>
    <w:rsid w:val="00DC1B98"/>
    <w:rsid w:val="00DC4139"/>
    <w:rsid w:val="00DC41AA"/>
    <w:rsid w:val="00DC5D52"/>
    <w:rsid w:val="00DC683C"/>
    <w:rsid w:val="00DC7A69"/>
    <w:rsid w:val="00DC7D53"/>
    <w:rsid w:val="00DD1DAC"/>
    <w:rsid w:val="00DD54FF"/>
    <w:rsid w:val="00DD56CD"/>
    <w:rsid w:val="00DD65ED"/>
    <w:rsid w:val="00DD68ED"/>
    <w:rsid w:val="00DE02AB"/>
    <w:rsid w:val="00DE1C55"/>
    <w:rsid w:val="00DE1F9A"/>
    <w:rsid w:val="00DE21A8"/>
    <w:rsid w:val="00DE5303"/>
    <w:rsid w:val="00DE71BB"/>
    <w:rsid w:val="00DF261E"/>
    <w:rsid w:val="00DF2A4E"/>
    <w:rsid w:val="00DF3B36"/>
    <w:rsid w:val="00E122C8"/>
    <w:rsid w:val="00E1496B"/>
    <w:rsid w:val="00E2077F"/>
    <w:rsid w:val="00E238B7"/>
    <w:rsid w:val="00E24254"/>
    <w:rsid w:val="00E242C1"/>
    <w:rsid w:val="00E2638B"/>
    <w:rsid w:val="00E3282A"/>
    <w:rsid w:val="00E345E1"/>
    <w:rsid w:val="00E37B54"/>
    <w:rsid w:val="00E413E8"/>
    <w:rsid w:val="00E42106"/>
    <w:rsid w:val="00E445DC"/>
    <w:rsid w:val="00E452FE"/>
    <w:rsid w:val="00E46E5B"/>
    <w:rsid w:val="00E51C56"/>
    <w:rsid w:val="00E533C2"/>
    <w:rsid w:val="00E60255"/>
    <w:rsid w:val="00E6137F"/>
    <w:rsid w:val="00E613A1"/>
    <w:rsid w:val="00E64E71"/>
    <w:rsid w:val="00E66B6B"/>
    <w:rsid w:val="00E66BA4"/>
    <w:rsid w:val="00E6783D"/>
    <w:rsid w:val="00E80BD8"/>
    <w:rsid w:val="00E83A75"/>
    <w:rsid w:val="00E85460"/>
    <w:rsid w:val="00E87527"/>
    <w:rsid w:val="00E90B61"/>
    <w:rsid w:val="00E9623B"/>
    <w:rsid w:val="00E97B41"/>
    <w:rsid w:val="00EA088C"/>
    <w:rsid w:val="00EA6248"/>
    <w:rsid w:val="00EA77E8"/>
    <w:rsid w:val="00EB41F9"/>
    <w:rsid w:val="00EB645F"/>
    <w:rsid w:val="00EC4E94"/>
    <w:rsid w:val="00EC6F88"/>
    <w:rsid w:val="00EC72CA"/>
    <w:rsid w:val="00ED021E"/>
    <w:rsid w:val="00ED233F"/>
    <w:rsid w:val="00ED4610"/>
    <w:rsid w:val="00ED5D40"/>
    <w:rsid w:val="00ED6328"/>
    <w:rsid w:val="00ED65C8"/>
    <w:rsid w:val="00ED6AB3"/>
    <w:rsid w:val="00ED6D38"/>
    <w:rsid w:val="00EE0F4F"/>
    <w:rsid w:val="00EE13A2"/>
    <w:rsid w:val="00EE3248"/>
    <w:rsid w:val="00EE49A0"/>
    <w:rsid w:val="00EE4A9E"/>
    <w:rsid w:val="00EE5EBB"/>
    <w:rsid w:val="00EF11A0"/>
    <w:rsid w:val="00EF220A"/>
    <w:rsid w:val="00EF4886"/>
    <w:rsid w:val="00F0217D"/>
    <w:rsid w:val="00F0445C"/>
    <w:rsid w:val="00F12660"/>
    <w:rsid w:val="00F129B3"/>
    <w:rsid w:val="00F142BA"/>
    <w:rsid w:val="00F1627B"/>
    <w:rsid w:val="00F216B5"/>
    <w:rsid w:val="00F3525F"/>
    <w:rsid w:val="00F4347F"/>
    <w:rsid w:val="00F44D8A"/>
    <w:rsid w:val="00F451FD"/>
    <w:rsid w:val="00F460AB"/>
    <w:rsid w:val="00F46D0C"/>
    <w:rsid w:val="00F51E4C"/>
    <w:rsid w:val="00F56BEA"/>
    <w:rsid w:val="00F619BA"/>
    <w:rsid w:val="00F633B3"/>
    <w:rsid w:val="00F64893"/>
    <w:rsid w:val="00F64EA3"/>
    <w:rsid w:val="00F658DB"/>
    <w:rsid w:val="00F700FF"/>
    <w:rsid w:val="00F70ECB"/>
    <w:rsid w:val="00F712E9"/>
    <w:rsid w:val="00F71D29"/>
    <w:rsid w:val="00F7578C"/>
    <w:rsid w:val="00F76708"/>
    <w:rsid w:val="00F76B0B"/>
    <w:rsid w:val="00F778B9"/>
    <w:rsid w:val="00F77E06"/>
    <w:rsid w:val="00F8158B"/>
    <w:rsid w:val="00F83114"/>
    <w:rsid w:val="00F83B69"/>
    <w:rsid w:val="00F9641B"/>
    <w:rsid w:val="00FA6BAD"/>
    <w:rsid w:val="00FB1ADE"/>
    <w:rsid w:val="00FB28F9"/>
    <w:rsid w:val="00FB3C14"/>
    <w:rsid w:val="00FB6EEC"/>
    <w:rsid w:val="00FB7B92"/>
    <w:rsid w:val="00FC0023"/>
    <w:rsid w:val="00FC0832"/>
    <w:rsid w:val="00FC29DB"/>
    <w:rsid w:val="00FC4186"/>
    <w:rsid w:val="00FC7E9F"/>
    <w:rsid w:val="00FD19A2"/>
    <w:rsid w:val="00FD2DCA"/>
    <w:rsid w:val="00FD7B51"/>
    <w:rsid w:val="00FE23AA"/>
    <w:rsid w:val="00FE3EB6"/>
    <w:rsid w:val="00FE6DEE"/>
    <w:rsid w:val="00FF07E5"/>
    <w:rsid w:val="00FF15FC"/>
    <w:rsid w:val="00FF5FB7"/>
    <w:rsid w:val="0253EC6E"/>
    <w:rsid w:val="35A8C820"/>
    <w:rsid w:val="5186483A"/>
    <w:rsid w:val="5208C121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B33CAD"/>
  <w15:docId w15:val="{1A5FCDA5-6F9E-486F-9471-B9154795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esaro@aia-figc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@istruzione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irezione-marche@istruzione.it" TargetMode="External"/><Relationship Id="rId2" Type="http://schemas.openxmlformats.org/officeDocument/2006/relationships/hyperlink" Target="file:///D:\Users\mim2671\AppData\Local\drma@postacert.istruzione.it" TargetMode="External"/><Relationship Id="rId1" Type="http://schemas.openxmlformats.org/officeDocument/2006/relationships/hyperlink" Target="mailto:edifisicamarche@istruzione.it" TargetMode="External"/><Relationship Id="rId4" Type="http://schemas.openxmlformats.org/officeDocument/2006/relationships/hyperlink" Target="http://www.marche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F18D0-8DB9-4BDF-986E-CC6A2E4DBE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2e870956-cc48-4942-b387-4afb18aec7f5"/>
    <ds:schemaRef ds:uri="http://purl.org/dc/dcmitype/"/>
    <ds:schemaRef ds:uri="http://schemas.microsoft.com/office/2006/documentManagement/types"/>
    <ds:schemaRef ds:uri="fc1d4d4b-ab4c-4aa5-bc90-83d5fc3f3a59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Marco Petrini</cp:lastModifiedBy>
  <cp:revision>5</cp:revision>
  <cp:lastPrinted>2020-01-14T18:33:00Z</cp:lastPrinted>
  <dcterms:created xsi:type="dcterms:W3CDTF">2020-10-09T11:04:00Z</dcterms:created>
  <dcterms:modified xsi:type="dcterms:W3CDTF">2020-10-09T11:05:00Z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